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683A5D" w:rsidRPr="008E63D2" w:rsidRDefault="00683A5D" w:rsidP="00683A5D">
      <w:pPr>
        <w:spacing w:line="264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w załączeniu przekazuję tabele uwag do raportów </w:t>
      </w:r>
      <w:r w:rsidR="00FC2F2B">
        <w:rPr>
          <w:rFonts w:ascii="Calibri" w:hAnsi="Calibri" w:cs="Calibri"/>
        </w:rPr>
        <w:t xml:space="preserve">za </w:t>
      </w:r>
      <w:r w:rsidRPr="008E63D2">
        <w:rPr>
          <w:rFonts w:ascii="Calibri" w:hAnsi="Calibri" w:cs="Calibri"/>
        </w:rPr>
        <w:t>I</w:t>
      </w:r>
      <w:r w:rsidR="00FC2F2B">
        <w:rPr>
          <w:rFonts w:ascii="Calibri" w:hAnsi="Calibri" w:cs="Calibri"/>
        </w:rPr>
        <w:t>V</w:t>
      </w:r>
      <w:r w:rsidRPr="008E63D2">
        <w:rPr>
          <w:rFonts w:ascii="Calibri" w:hAnsi="Calibri" w:cs="Calibri"/>
        </w:rPr>
        <w:t xml:space="preserve"> kwartał 2020 r. z postępu rzeczowo-finansowego projektów informatycznych pn.:</w:t>
      </w:r>
    </w:p>
    <w:p w:rsidR="00136DE8" w:rsidRPr="00D05212" w:rsidRDefault="00136DE8" w:rsidP="00136DE8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D05212">
        <w:rPr>
          <w:rFonts w:ascii="Calibri" w:eastAsia="Calibri" w:hAnsi="Calibri"/>
          <w:b/>
          <w:szCs w:val="22"/>
          <w:lang w:eastAsia="en-US"/>
        </w:rPr>
        <w:t xml:space="preserve">System Monitorowania Kosztów Leczenia </w:t>
      </w:r>
      <w:r w:rsidRPr="00D05212">
        <w:rPr>
          <w:rFonts w:ascii="Calibri" w:eastAsia="Calibri" w:hAnsi="Calibri"/>
          <w:szCs w:val="22"/>
          <w:lang w:eastAsia="en-US"/>
        </w:rPr>
        <w:t>-</w:t>
      </w:r>
      <w:r w:rsidRPr="00D05212"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D05212">
        <w:rPr>
          <w:rFonts w:ascii="Calibri" w:eastAsia="Calibri" w:hAnsi="Calibri"/>
          <w:szCs w:val="22"/>
          <w:lang w:eastAsia="en-US"/>
        </w:rPr>
        <w:t>wnioskodawca Minister Zdrowia, beneficjent Agencja Oceny Technologii Medycznych i Taryfikacji;</w:t>
      </w:r>
    </w:p>
    <w:p w:rsidR="00682D17" w:rsidRPr="00682D17" w:rsidRDefault="00136DE8" w:rsidP="00136DE8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D05212">
        <w:rPr>
          <w:rFonts w:ascii="Calibri" w:eastAsia="Calibri" w:hAnsi="Calibri"/>
          <w:b/>
          <w:szCs w:val="22"/>
          <w:lang w:eastAsia="en-US"/>
        </w:rPr>
        <w:t xml:space="preserve">Projekt e-Krew – Informatyzacja Publicznej Służby Krwi oraz Rozwój Nadzoru nad Krwiolecznictwem </w:t>
      </w:r>
      <w:r w:rsidRPr="00D05212">
        <w:rPr>
          <w:rFonts w:ascii="Calibri" w:eastAsia="Calibri" w:hAnsi="Calibri"/>
          <w:szCs w:val="22"/>
          <w:lang w:eastAsia="en-US"/>
        </w:rPr>
        <w:t>- wnioskodawca Ministerstwo Zdrowia, beneficjent Centrum e-Zdrowia</w:t>
      </w:r>
      <w:r w:rsidR="00682D17">
        <w:rPr>
          <w:rFonts w:ascii="Calibri" w:eastAsia="Calibri" w:hAnsi="Calibri"/>
          <w:szCs w:val="22"/>
          <w:lang w:eastAsia="en-US"/>
        </w:rPr>
        <w:t>;</w:t>
      </w:r>
    </w:p>
    <w:p w:rsidR="00136DE8" w:rsidRPr="00682D17" w:rsidRDefault="00682D17" w:rsidP="00682D17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Digital Brain – cyfrowe zasoby Instytutu Psychiatrii i Neurologii w Warszawie</w:t>
      </w:r>
      <w:r>
        <w:rPr>
          <w:rFonts w:ascii="Calibri" w:eastAsia="Calibri" w:hAnsi="Calibri"/>
          <w:szCs w:val="22"/>
          <w:lang w:eastAsia="en-US"/>
        </w:rPr>
        <w:t xml:space="preserve"> -  wnioskodawca Instytut Psychiatrii i Neurologii w Warszawie, beneficjent Instytut Psychiatrii i Neurologii w Warszawie</w:t>
      </w:r>
      <w:r>
        <w:rPr>
          <w:rFonts w:ascii="Calibri" w:eastAsia="Calibri" w:hAnsi="Calibri"/>
          <w:szCs w:val="22"/>
          <w:lang w:eastAsia="en-US"/>
        </w:rPr>
        <w:t>.</w:t>
      </w:r>
    </w:p>
    <w:p w:rsidR="0033475C" w:rsidRDefault="0033475C" w:rsidP="004633D0">
      <w:pPr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33475C" w:rsidRPr="0033475C" w:rsidRDefault="0033475C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8DB" w:rsidRDefault="00B738DB">
      <w:r>
        <w:separator/>
      </w:r>
    </w:p>
  </w:endnote>
  <w:endnote w:type="continuationSeparator" w:id="0">
    <w:p w:rsidR="00B738DB" w:rsidRDefault="00B73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8DB" w:rsidRDefault="00B738DB">
      <w:r>
        <w:separator/>
      </w:r>
    </w:p>
  </w:footnote>
  <w:footnote w:type="continuationSeparator" w:id="0">
    <w:p w:rsidR="00B738DB" w:rsidRDefault="00B738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682D17" w:rsidRDefault="0033475C" w:rsidP="00404F0E">
    <w:pPr>
      <w:pStyle w:val="Nagwek"/>
      <w:jc w:val="right"/>
      <w:rPr>
        <w:rFonts w:asciiTheme="minorHAnsi" w:hAnsiTheme="minorHAnsi" w:cstheme="minorHAnsi"/>
      </w:rPr>
    </w:pPr>
    <w:r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25DAB" w:rsidRDefault="00D25DAB" w:rsidP="00D25DA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DAIP.WOKRM.0102.19.1.2021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D25DAB" w:rsidRDefault="00D25DAB" w:rsidP="00D25DA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DAIP.WOKRM.0102.19.1.2021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682D17">
      <w:rPr>
        <w:rFonts w:asciiTheme="minorHAnsi" w:hAnsiTheme="minorHAnsi" w:cstheme="minorHAnsi"/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018D3" w:rsidRPr="00682D17">
      <w:rPr>
        <w:rFonts w:asciiTheme="minorHAnsi" w:hAnsiTheme="minorHAnsi" w:cstheme="minorHAnsi"/>
      </w:rPr>
      <w:t>Warszawa,</w:t>
    </w:r>
    <w:r w:rsidR="00682D17" w:rsidRPr="00682D17">
      <w:rPr>
        <w:rFonts w:asciiTheme="minorHAnsi" w:hAnsiTheme="minorHAnsi" w:cstheme="minorHAnsi"/>
      </w:rPr>
      <w:t xml:space="preserve"> 21</w:t>
    </w:r>
    <w:r w:rsidR="00D05212" w:rsidRPr="00682D17">
      <w:rPr>
        <w:rFonts w:asciiTheme="minorHAnsi" w:hAnsiTheme="minorHAnsi" w:cstheme="minorHAnsi"/>
      </w:rPr>
      <w:t xml:space="preserve"> stycznia 2021</w:t>
    </w:r>
    <w:r w:rsidR="007018D3" w:rsidRPr="00682D17">
      <w:rPr>
        <w:rFonts w:asciiTheme="minorHAnsi" w:hAnsiTheme="minorHAnsi" w:cstheme="minorHAnsi"/>
      </w:rPr>
      <w:t xml:space="preserve"> dnia </w:t>
    </w:r>
    <w:bookmarkStart w:id="1" w:name="ezdDataPodpisu"/>
    <w:bookmarkEnd w:id="1"/>
    <w:r w:rsidR="007018D3" w:rsidRPr="00682D17">
      <w:rPr>
        <w:rFonts w:asciiTheme="minorHAnsi" w:hAnsiTheme="minorHAnsi" w:cstheme="minorHAnsi"/>
      </w:rP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531F0"/>
    <w:rsid w:val="000A71A0"/>
    <w:rsid w:val="000C2317"/>
    <w:rsid w:val="000D026F"/>
    <w:rsid w:val="001135DE"/>
    <w:rsid w:val="0011447A"/>
    <w:rsid w:val="0012268A"/>
    <w:rsid w:val="00136DE8"/>
    <w:rsid w:val="00223CE1"/>
    <w:rsid w:val="002431C8"/>
    <w:rsid w:val="002A0DA3"/>
    <w:rsid w:val="002C0265"/>
    <w:rsid w:val="002D6DAA"/>
    <w:rsid w:val="0033475C"/>
    <w:rsid w:val="00404F0E"/>
    <w:rsid w:val="00417572"/>
    <w:rsid w:val="00420DDB"/>
    <w:rsid w:val="00433553"/>
    <w:rsid w:val="00446181"/>
    <w:rsid w:val="004633D0"/>
    <w:rsid w:val="00495DA1"/>
    <w:rsid w:val="004F20D4"/>
    <w:rsid w:val="00511465"/>
    <w:rsid w:val="00554DA7"/>
    <w:rsid w:val="0058723A"/>
    <w:rsid w:val="005C7EB9"/>
    <w:rsid w:val="005E753F"/>
    <w:rsid w:val="005E7C11"/>
    <w:rsid w:val="0060027F"/>
    <w:rsid w:val="00682D17"/>
    <w:rsid w:val="00683A5D"/>
    <w:rsid w:val="006A5C4D"/>
    <w:rsid w:val="006B6F70"/>
    <w:rsid w:val="007018D3"/>
    <w:rsid w:val="00705FD1"/>
    <w:rsid w:val="00741481"/>
    <w:rsid w:val="007A354D"/>
    <w:rsid w:val="007B576D"/>
    <w:rsid w:val="007B7069"/>
    <w:rsid w:val="007C0018"/>
    <w:rsid w:val="00806126"/>
    <w:rsid w:val="008B1D7E"/>
    <w:rsid w:val="008D560F"/>
    <w:rsid w:val="008E63D2"/>
    <w:rsid w:val="00935D23"/>
    <w:rsid w:val="009742A2"/>
    <w:rsid w:val="009C2C00"/>
    <w:rsid w:val="009D4211"/>
    <w:rsid w:val="00A363B8"/>
    <w:rsid w:val="00A436D1"/>
    <w:rsid w:val="00A471BD"/>
    <w:rsid w:val="00AB6FA7"/>
    <w:rsid w:val="00AE7731"/>
    <w:rsid w:val="00B30905"/>
    <w:rsid w:val="00B738DB"/>
    <w:rsid w:val="00BB1FAD"/>
    <w:rsid w:val="00BB2815"/>
    <w:rsid w:val="00BE094A"/>
    <w:rsid w:val="00C057AF"/>
    <w:rsid w:val="00C33102"/>
    <w:rsid w:val="00C35FC7"/>
    <w:rsid w:val="00C53E61"/>
    <w:rsid w:val="00C62C90"/>
    <w:rsid w:val="00CA00FE"/>
    <w:rsid w:val="00CF13E8"/>
    <w:rsid w:val="00D05212"/>
    <w:rsid w:val="00D05B72"/>
    <w:rsid w:val="00D25DAB"/>
    <w:rsid w:val="00DA0A66"/>
    <w:rsid w:val="00E86BDA"/>
    <w:rsid w:val="00EA13E5"/>
    <w:rsid w:val="00EA7F17"/>
    <w:rsid w:val="00F10BA4"/>
    <w:rsid w:val="00F76A8C"/>
    <w:rsid w:val="00F9146D"/>
    <w:rsid w:val="00FC2F2B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7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16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13</cp:revision>
  <dcterms:created xsi:type="dcterms:W3CDTF">2020-11-05T20:46:00Z</dcterms:created>
  <dcterms:modified xsi:type="dcterms:W3CDTF">2021-01-21T19:19:00Z</dcterms:modified>
</cp:coreProperties>
</file>